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0811A5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5B74B4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0811A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0811A5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46CFE" w:rsidRPr="000811A5" w:rsidRDefault="00446CFE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>Расходы бюджета Ханты-Мансийского автономного округа – Югры на 20</w:t>
      </w:r>
      <w:r w:rsidR="00F50E1A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B264C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F50E1A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</w:t>
      </w:r>
      <w:r w:rsidR="00F50E1A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 </w:t>
      </w:r>
    </w:p>
    <w:p w:rsidR="00446CFE" w:rsidRPr="000811A5" w:rsidRDefault="00446CFE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811A5">
        <w:rPr>
          <w:rFonts w:ascii="Times New Roman" w:eastAsia="Times New Roman" w:hAnsi="Times New Roman" w:cs="Times New Roman"/>
          <w:b/>
          <w:bCs/>
          <w:sz w:val="24"/>
          <w:szCs w:val="24"/>
        </w:rPr>
        <w:t>в разрезе ведомств, разделов, подразделов и видов расходов</w:t>
      </w:r>
    </w:p>
    <w:p w:rsidR="00022DAC" w:rsidRPr="00983946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0811A5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811A5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567"/>
        <w:gridCol w:w="425"/>
        <w:gridCol w:w="567"/>
        <w:gridCol w:w="567"/>
        <w:gridCol w:w="1276"/>
        <w:gridCol w:w="1276"/>
        <w:gridCol w:w="1275"/>
        <w:gridCol w:w="851"/>
        <w:gridCol w:w="1276"/>
        <w:gridCol w:w="850"/>
        <w:gridCol w:w="1276"/>
        <w:gridCol w:w="709"/>
      </w:tblGrid>
      <w:tr w:rsidR="002D3E84" w:rsidRPr="002D3E84" w:rsidTr="00586813">
        <w:trPr>
          <w:cantSplit/>
          <w:trHeight w:val="20"/>
        </w:trPr>
        <w:tc>
          <w:tcPr>
            <w:tcW w:w="4835" w:type="dxa"/>
            <w:vMerge w:val="restart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Вед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Вид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2D3E84" w:rsidRPr="002D3E84" w:rsidTr="00586813">
        <w:trPr>
          <w:cantSplit/>
          <w:trHeight w:val="20"/>
        </w:trPr>
        <w:tc>
          <w:tcPr>
            <w:tcW w:w="4835" w:type="dxa"/>
            <w:vMerge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26B8A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утверждено законом</w:t>
            </w:r>
            <w:r w:rsidR="00A26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2D3E84" w:rsidRPr="002D3E84" w:rsidRDefault="00547A2F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№ 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A26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-оз от 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  <w:r w:rsidR="00A26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  <w:r w:rsidR="00A26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  <w:r w:rsidR="00A26B8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 % к 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D3E84" w:rsidRPr="002D3E84" w:rsidRDefault="002D3E84" w:rsidP="00F50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 % к 20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году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проект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D3E84" w:rsidRPr="002D3E84" w:rsidRDefault="002D3E84" w:rsidP="00251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 % к 20</w:t>
            </w:r>
            <w:r w:rsidR="00251AB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  <w:r w:rsidR="00F50E1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D3E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году</w:t>
            </w:r>
          </w:p>
        </w:tc>
      </w:tr>
      <w:tr w:rsidR="002D3E84" w:rsidRPr="002D3E84" w:rsidTr="00586813">
        <w:trPr>
          <w:cantSplit/>
          <w:trHeight w:val="20"/>
        </w:trPr>
        <w:tc>
          <w:tcPr>
            <w:tcW w:w="4835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2D3E84" w:rsidRPr="002D3E84" w:rsidRDefault="002D3E84" w:rsidP="002D3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586813" w:rsidRPr="009B0E2C" w:rsidTr="005868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E2C" w:rsidRPr="009B0E2C" w:rsidRDefault="009B0E2C" w:rsidP="009B0E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E2C" w:rsidRPr="009B0E2C" w:rsidRDefault="009B0E2C" w:rsidP="009B0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E2C" w:rsidRPr="009B0E2C" w:rsidRDefault="009B0E2C" w:rsidP="009B0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E2C" w:rsidRPr="009B0E2C" w:rsidRDefault="009B0E2C" w:rsidP="009B0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0E2C" w:rsidRPr="009B0E2C" w:rsidRDefault="009B0E2C" w:rsidP="009B0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586813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232 768 874,3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5C15C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236 553 770,3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58681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248 846 112,5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9B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58681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248 571 882,6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9B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58681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253 703 601,8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2C" w:rsidRPr="009B0E2C" w:rsidRDefault="009B0E2C" w:rsidP="009B0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B0E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Дума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539 540,7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491 064,9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512 442,1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509 367,1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509 367,1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525 564,4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475 419,9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496 714,0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493 639,0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493 639,0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501 448,9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454 456,8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489 803,0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447 153,8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444 078,8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463 420,0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412 616,8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447 153,8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444 078,8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37 754,5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41 040,0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41 899,2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24 115,5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5C15CD" w:rsidRDefault="005C15CD"/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567"/>
        <w:gridCol w:w="425"/>
        <w:gridCol w:w="567"/>
        <w:gridCol w:w="567"/>
        <w:gridCol w:w="1276"/>
        <w:gridCol w:w="1276"/>
        <w:gridCol w:w="1275"/>
        <w:gridCol w:w="851"/>
        <w:gridCol w:w="1276"/>
        <w:gridCol w:w="850"/>
        <w:gridCol w:w="1276"/>
        <w:gridCol w:w="709"/>
      </w:tblGrid>
      <w:tr w:rsidR="005C15CD" w:rsidRPr="002D3E84" w:rsidTr="005C15CD">
        <w:trPr>
          <w:cantSplit/>
          <w:trHeight w:val="20"/>
          <w:tblHeader/>
        </w:trPr>
        <w:tc>
          <w:tcPr>
            <w:tcW w:w="4835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C15CD" w:rsidRPr="002D3E84" w:rsidRDefault="005C15CD" w:rsidP="0063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D3E8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15 728,1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87 464,8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87 744,1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87 744,1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87 677,1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87 744,1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87 744,1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64 091,9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64 091,9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15 160,4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2 837,0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132 690,8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132 995,8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6 481,3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124 328,5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125 052,5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124 110,8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123 955,5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122 060,3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123 955,5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122 060,3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34 034,1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34 389,7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187 083,0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182 888,4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178 478,5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182 578,4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151 600,2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151 600,2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164 438,7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29 814,5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14 235 707,8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16 705 102,3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16 279 630,4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15 867 099,0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14 634 928,3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14 233 217,9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16 699 731,3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16 279 630,4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15 867 099,0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14 634 928,3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1 352 910,4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1 417 268,7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1 497 251,3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1 386 595,3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1 386 595,3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73 238,1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73 238,1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80 798,0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228 761,2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145 274,6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155 274,6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168 355,1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228 761,2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145 274,6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155 274,6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1 111 508,4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1 115 269,4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1 271 178,7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1 150 522,7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1 150 522,7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1 109 722,1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1 115 053,4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1 270 935,7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1 150 279,7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1 150 279,7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12 879 222,2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15 282 262,6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14 782 379,1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14 480 503,7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13 248 333,0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327 249,2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345 642,4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349 493,4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351 759,7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327 249,2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345 642,4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349 493,4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351 759,7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6 977 755,8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6 543 890,6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5 919 039,9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5 587 735,7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5 310 850,7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6 977 755,8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6 543 890,6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5 919 039,9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5 587 735,7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5 310 850,7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3 130 116,3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3 181 021,9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4 077 693,3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4 321 954,7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1 122 251,7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3 130 116,3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3 181 021,9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4 077 693,3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4 321 954,7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2 233 366,0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3 042 319,1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2 929 902,9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2 058 809,3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856 995,9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2 233 366,0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1 963 319,1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1 850 902,9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979 809,3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856 995,9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1 079 000,0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2 238 687,4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2 237 870,3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2 238 687,4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2 406 772,0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61 338 049,3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71 668 210,6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79 924 073,1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76 229 890,2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76 079 173,1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60 177 554,0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70 337 745,4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78 374 529,1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74 835 328,8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74 684 611,7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923 450,6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1 758 275,1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2 747 429,1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1 951 295,4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702 511,3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922 250,6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1 756 375,1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2 743 629,1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1 947 495,4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698 711,3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922 250,6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1 756 375,1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2 743 629,1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1 947 495,4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698 711,3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5 503 579,4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7 534 503,5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11 024 355,5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10 959 957,1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12 447 419,7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1 678 673,5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1 802 466,8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1 678 673,5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1 802 466,8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1 945 716,3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629 931,7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1 501 067,0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736 877,3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694 634,0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629 931,7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1 501 067,0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736 877,3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694 634,0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20 123,7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3 015 905,6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5 017 001,5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7 366 528,8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8 067 491,0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9 596 367,6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3 293 108,9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5 394 166,3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6 095 128,5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7 624 005,1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1 493 060,1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1 723 892,6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1 972 362,5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1 972 362,5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1 972 362,5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125 363,5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122 349,4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133 053,6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133 053,6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133 053,6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116 435,5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113 899,4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120 631,0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120 631,0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120 631,0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12 422,6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56 643,9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56 495,2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56 643,9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56 495,2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751 561,7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126 954,0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242 476,8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262 631,1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562 208,0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655 697,7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647 894,7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80 183,6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213 382,2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242 131,1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556 708,0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42 622,4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375 671,4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143 525,0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143 525,0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143 525,0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32 989,6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27 234,8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35 983,7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37 511,6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3 925 859,3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4 067 433,9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4 318 133,7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4 297 948,5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4 299 927,1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3 925 859,3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4 067 433,9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4 224 817,3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4 223 577,3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4 225 555,9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2 639 721,1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2 764 727,0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2 887 814,7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2 893 932,6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2 894 396,5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1 286 138,1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1 302 706,9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1 337 002,6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1 329 644,7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1 331 159,4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101 699,7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68 169,2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43 572,7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3 066 048,0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3 388 090,9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3 400 969,1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3 402 977,4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3 066 048,0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3 388 090,9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3 400 969,1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3 402 977,4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3 066 048,0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3 388 090,9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3 400 969,1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3 402 977,4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789 090,1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740 541,6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1 707 063,5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1 306 045,8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783 814,1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559 382,6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1 522 722,0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1 130 222,7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607 991,0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172 401,6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180 359,7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1 113 988,8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721 489,5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199 257,8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395 331,4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379 022,9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408 733,2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408 733,2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408 733,2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216 153,1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178 989,0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180 171,5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204 767,1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178 989,0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180 171,5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45 254 693,0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52 769 222,5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54 666 782,0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52 471 172,7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52 333 975,5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143 051,3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142 189,6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143 051,3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142 189,6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151 830,6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324 626,7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129 596,3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129 596,3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324 626,7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451 518,2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129 596,3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129 596,3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184 557,4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243 181,5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396 497,0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399 753,0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39 480,8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40 184,9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97 422,4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177 946,6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177 946,6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177 946,6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178 365,5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178 365,5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44 062 616,1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47 717 738,9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52 546 196,5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50 428 228,7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50 283 750,2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44 053 936,2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47 717 738,9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52 546 196,5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50 428 228,7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50 283 750,2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712 398,3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782 623,0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1 256 568,2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1 347 533,1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1 351 558,4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529 298,4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1 014 888,3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1 117 916,5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1 121 941,8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178 641,4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171 682,7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172 578,0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169 514,7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169 514,7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81 641,9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17 487,0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17 487,0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1 150 721,4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1 322 950,2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1 549 544,0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1 394 561,4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1 394 561,4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1 150 721,4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1 322 950,2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1 549 544,0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1 394 561,4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1 394 561,4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148 047,4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164 782,8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148 047,4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164 782,8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236 394,0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1 002 674,0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1 313 150,0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1 002 674,0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1 313 150,0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1 158 167,4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3 982 269,1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2 508 219,5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2 593 278,3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2 763 838,2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2 609 088,6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573 546,8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774 893,3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628 493,8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795 566,6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618 901,4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140 714,3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149 899,2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140 714,3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149 899,2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140 714,3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149 899,2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149 913,5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252 191,2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244 828,1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187 874,7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176 290,6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187 874,7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176 290,6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64 316,5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64 316,5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68 537,5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372 667,8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401 562,1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372 667,8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401 562,1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360 063,5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372 667,8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401 562,1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392 065,4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3 402 398,8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1 726 117,6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1 961 735,8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1 965 222,9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1 987 138,5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3 274 859,4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1 612 300,9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1 841 664,7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1 844 691,8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1 866 297,4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1 677 724,1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204 151,8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107 139,3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1 677 724,1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194 151,8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102 139,3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1 590 900,3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1 564 365,8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1 778 928,4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1 627 735,0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1 745 553,1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1 014 863,5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1 000 006,7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1 065 074,5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1 027 366,8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1 030 858,8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532 958,1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512 798,0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558 204,5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534 963,7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536 423,9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43 078,7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51 561,1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155 649,4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65 404,5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178 270,4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67 710,8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69 113,1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66 011,0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61 012,0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1 120 587,5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1 225 692,1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1 461 609,0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1 275 217,4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1 246 638,3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481 304,6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378 649,3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378 649,3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243 056,1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382 220,7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481 304,6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378 649,3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378 649,3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19 125,2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17 101,5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44 668,6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43 865,8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37 640,8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44 668,6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43 865,8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37 640,8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35 478,9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198 881,8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312 279,3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418 549,8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322 119,5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324 281,4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136 487,2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181 322,6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164 567,0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166 728,9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237 227,2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157 552,5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157 552,5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212 521,2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212 521,2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211 368,1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211 013,6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211 013,6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665 010,2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632 103,3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767 365,2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683 628,9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655 049,8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423 937,3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195 233,5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185 962,1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309 643,4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225 907,1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197 328,0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97 292,6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97 292,6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104 720,7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37 735,5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109 239,0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37 735,5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9 156,4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95 333,7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94 554,5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83 100,9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95 333,7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83 100,9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5 071 838,2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4 116 011,9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5 353 283,8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4 306 230,2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3 842 567,6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376 588,5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395 566,5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201 517,3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184 468,4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184 217,8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358 083,9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376 670,5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164 644,4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164 393,8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358 083,9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376 670,5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164 644,4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164 393,8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358 083,9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376 670,5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181 693,3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164 644,4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164 393,8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4 691 330,5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3 716 568,6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5 151 120,3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4 120 971,8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3 657 559,8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87 509,4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75 304,1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58 564,8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58 564,8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42 806,1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16 857,4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430 842,5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153 768,2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721 921,1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430 842,5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143 768,3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430 842,5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143 768,3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9 999,9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4 160 346,0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3 438 473,6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4 313 101,6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3 503 758,4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3 521 787,7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406 521,5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40 603,6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406 521,5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40 603,6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4 000 477,7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3 031 952,1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4 296 115,8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3 452 877,8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3 506 968,7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1 184 068,3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1 179 719,7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1 473 785,8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1 404 835,9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1 399 070,4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1 334 731,0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1 221 178,4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2 287 453,1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1 503 385,5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1 504 157,8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1 481 678,4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631 054,0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534 876,9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544 656,4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603 740,5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35 780,7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35 780,7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33 252,6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37 878,7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28 318 840,1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27 581 462,2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29 860 631,6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29 941 811,6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30 061 235,4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26 815,2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22 123,3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4 691,9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12 605,9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60 370,6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60 370,6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54 508,8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53 725,9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54 508,8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54 494,6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28 220 680,6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27 480 419,8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29 788 061,7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29 869 345,2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29 988 669,0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822 771,4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909 149,7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1 039 927,6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1 026 466,2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1 093 861,0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1 032 344,2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1 018 882,8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1 086 277,6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815 930,3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901 936,9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1 032 344,2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1 018 882,8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1 086 277,6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6 262 901,3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6 526 259,2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6 640 949,7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6 637 079,2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551 440,2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569 063,9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570 105,3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570 210,2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561 476,6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551 440,2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569 063,9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570 105,3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570 210,2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85 734,9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87 399,1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85 734,9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88 440,5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87 399,1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87 294,2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5 624 818,3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5 883 748,9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5 985 614,3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5 978 045,4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5 974 174,9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5 540 358,4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5 794 824,5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5 890 756,4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5 887 177,8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5 882 307,3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84 459,9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88 924,4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94 857,9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90 867,6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91 867,6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5 399,9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14 117 984,4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7 189 010,1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7 302 725,4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7 311 319,6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7 322 550,3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126 929,6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126 929,6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55 672,9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69 260,6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13 991 054,8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7 133 337,2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7 233 103,8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7 241 698,0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7 252 928,7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13 991 054,8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3 171 250,7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3 062 100,3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3 068 763,3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3 075 696,5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3 962 086,5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4 171 003,5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4 172 934,7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4 177 232,2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5 803 361,1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11 610 172,4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13 284 788,2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13 411 831,5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13 456 900,8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132 859,2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84 917,3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86 127,2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132 859,2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84 917,3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86 097,9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86 127,2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4 067 507,5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9 455 165,1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11 226 142,3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11 352 432,7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11 389 032,7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4 067 374,5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8 476 936,6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10 118 520,9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10 242 392,4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10 278 713,2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978 228,5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1 107 621,4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1 110 040,3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1 110 319,5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2 021 967,3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1 973 547,8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1 973 120,1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1 981 560,1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1 715 361,0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2 021 967,3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1 973 547,8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1 973 120,1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1 981 560,1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1 213 662,3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1 245 828,4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1 512 101,9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1 478 778,2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1 478 277,7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377 305,8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375 885,4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377 305,8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414 025,2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33 327,4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121 252,6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119 901,0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33 327,4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121 252,6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119 901,0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610 101,4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610 599,6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499 908,9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588 450,0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609 603,3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610 101,4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610 599,6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153 258,6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84 231,3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204 883,4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173 242,7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58 569,3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71 297,4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86 944,6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132 983,0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115 047,7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115 422,7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146 435,9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154 513,9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154 246,1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152 314,1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152 314,1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152 314,1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Счетная палата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78 705,4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74 710,8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82 241,5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79 573,5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76 787,8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79 573,5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79 989,5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1 228 365,8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1 486 894,1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1 417 747,2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1 421 820,8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1 427 374,6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928 009,0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1 045 274,3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1 019 884,9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1 023 011,5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1 027 276,6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858 725,4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978 454,0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957 563,6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960 690,2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964 955,3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470 009,8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470 542,8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471 233,7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471 449,4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356 936,5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372 403,7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373 094,6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373 310,3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96 908,8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91 364,7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141 842,6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146 560,9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109 257,1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143 000,5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141 842,6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144 350,9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146 560,9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92 746,2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56 964,2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57 550,8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58 076,8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28 507,7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50 183,9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49 908,6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53 598,4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96 075,6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96 169,0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96 075,6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96 169,0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172 077,7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171 250,3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172 159,8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171 387,1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172 550,5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167 942,7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169 174,6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168 454,3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169 642,2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2 932,8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62 321,3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288 484,1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387 065,6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389 046,3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286 563,0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387 065,6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388 012,6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389 046,3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251 810,6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392 972,7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355 404,1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356 347,3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357 377,0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239 922,3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375 512,4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338 622,2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339 565,4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340 065,4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11 888,3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16 781,9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16 781,9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2 768 887,0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2 629 623,4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2 763 418,8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2 624 222,8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449 318,6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470 177,5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502 450,8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502 705,8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502 853,8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362 231,4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363 988,0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432 812,7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432 812,7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432 812,7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287 780,1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350 219,1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350 219,1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350 219,1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76 207,9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82 593,6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82 593,6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75 463,4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66 145,0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66 883,0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42 655,6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62 238,0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62 976,0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2 301 038,7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2 150 021,9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2 292 645,9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2 292 497,9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2 094 559,9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2 017 442,0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2 147 693,5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2 147 346,5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2 147 336,8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2 094 559,9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2 017 442,0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2 147 693,5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2 147 346,5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2 147 336,8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110 097,1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125 324,8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126 006,2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110 097,1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125 324,8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126 006,2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29 201,8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18 570,6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национальной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4 023,4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3 943,4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54 328,2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54 328,2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54 641,6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52 135,3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56 084,8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56 268,7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234 164,9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234 023,6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8 992,7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213 873,6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213 873,6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243 203,9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203 190,2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199 414,6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224 943,1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4 287 092,0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5 045 383,6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2 386 707,7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2 825 730,7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5 045 244,8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2 386 707,7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2 825 730,7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5 045 244,8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2 386 707,7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135 659,9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148 592,0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135 659,9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140 175,9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159 483,9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2 391 858,1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4 579 765,2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1 939 240,0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2 391 858,1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4 579 765,2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1 939 240,0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99 600,0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154 550,4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154 550,4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53 339,8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116 517,9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130 346,0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315 575,8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130 346,0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114 694,4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120 941,4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114 045,4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311 731,1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108 696,2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105 833,7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108 696,2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119 341,7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185 229,8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2 802 008,4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3 184 212,7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3 880 413,4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3 879 890,9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3 712 030,8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2 799 283,0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3 179 774,4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3 880 413,4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3 879 890,9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3 712 030,8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254 911,7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244 017,6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254 911,7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244 017,6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254 911,7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244 017,6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264 270,8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1 915 624,6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2 191 471,4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2 455 967,2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2 637 100,3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2 282 547,6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1 915 624,6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2 191 471,4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2 455 967,2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2 637 100,3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2 282 547,6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1 112 872,5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1 368 384,8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1 620 576,9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1 768 953,3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1 398 900,2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802 752,1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823 086,6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835 390,3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868 147,0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883 647,4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500 198,8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500 198,8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500 198,8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152 350,5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244 086,6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517 568,1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684 403,3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62 019,8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68 352,5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152 603,1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323 961,0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490 796,2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65 184,2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152 566,7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323 924,6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490 759,8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115 712,0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85 215,7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115 712,0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21 983 489,2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14 664 195,3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12 747 995,3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12 913 007,8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11 506 559,2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34 606,0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34 606,0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62 831,4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62 831,4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419 661,5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439 475,2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454 386,6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383 965,3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366 275,2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384 417,7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384 386,6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383 965,3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279 420,7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250 648,7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263 278,9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263 278,9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263 278,9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182 956,6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163 463,1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167 671,9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167 671,9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167 671,9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96 464,1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95 607,0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95 607,0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22 304,0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78 906,7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84 085,3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86 860,4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41 671,4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20 412 500,7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12 403 840,4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10 247 629,7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9 740 556,7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9 591 086,7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16 423 292,1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8 123 144,5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6 787 726,2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6 215 806,4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6 064 997,6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16 423 292,1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8 123 144,5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6 787 726,2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6 215 806,4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6 064 997,6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16 423 292,1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8 123 144,5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6 787 726,2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6 215 806,4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6 064 997,6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415 222,7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189 213,9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415 222,7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189 213,9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539 914,6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415 222,7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189 213,9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3 449 294,1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3 865 473,2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3 270 689,6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3 524 750,3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3 526 089,1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108 620,1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98 201,1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3 090 173,9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3 766 770,1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3 426 047,2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3 427 386,0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3 090 173,9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3 766 770,1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3 171 986,5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3 426 047,2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3 427 386,0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407 602,8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609 151,5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883 778,9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1 539 757,7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855 363,5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564 499,9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564 499,9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564 499,9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734 324,5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393 847,8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528 812,5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632 918,8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499 312,5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617 218,8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499 312,5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407 195,9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617 218,8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103 583,0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196 559,2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166 688,4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196 559,2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166 688,4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196 559,2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166 688,4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196 559,2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146 116,6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166 688,4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167 133,3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444 883,0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167 133,3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444 883,0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437 933,0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165 034,4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437 933,0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495 839,1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535 495,5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405 454,3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327 170,2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329 455,3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233 842,3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228 382,1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228 382,1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231 054,3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231 054,3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233 842,3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229 034,7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228 382,1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228 382,1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116 025,8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129 155,4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228 597,3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224 844,0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224 844,0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224 844,0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99 108,2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98 788,1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101 073,2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99 108,2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98 788,1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101 073,2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99 108,2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98 809,6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98 788,1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101 073,2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6 885,7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548 083,2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548 083,2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22 460,0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525 623,2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525 623,2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13 331 792,5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14 580 474,4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14 772 221,4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23 692 569,6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32 089 100,1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306 648,5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902 653,7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912 323,2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7 158 868,2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13 649 300,2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283 081,1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278 519,3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303 553,2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303 553,2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303 553,2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269 581,6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280 617,6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269 581,6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294 600,7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16 134,4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6 247 315,0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12 737 747,0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12 119,4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6 247 315,0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811 339,6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12 737 747,0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23 254,1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32 629,6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384 838,3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94 732,7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10 694 689,0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10 696 572,1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11 333 324,3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13 567 937,4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14 411 712,5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6 552 631,3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6 552 631,3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6 552 631,3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2 487 514,7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2 258 802,0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2 677 694,1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2 487 514,7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2 258 802,0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2 677 694,1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2 487 514,7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2 184 403,8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2 258 802,0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2 677 694,1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1 843 940,8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1 943 057,4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2 014 066,7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2 080 228,6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2 426 266,6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1 843 940,8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1 943 057,4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2 014 066,7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2 080 228,6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1 132 144,9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1 142 415,9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1 202 064,7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1 239 667,9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1 271 254,6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670 717,3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701 524,9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740 992,7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774 398,8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808 974,0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2 390 384,3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2 465 763,3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2 353 441,0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2 405 721,0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84 904,5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84 904,5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71 468,2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7 904,2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42 898,5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42 913,3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1 971 973,1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2 121 442,1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2 198 912,5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2 085 838,0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2 132 215,0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368 803,9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331 303,9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331 303,9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339 604,7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1 322 096,2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1 426 074,0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1 499 695,7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1 387 287,5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1 433 664,5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345 086,2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346 852,4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346 852,4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345 086,2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346 852,4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346 852,4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124 645,8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189 403,0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125 780,0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124 645,8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189 403,0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959 852,9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957 926,6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949 013,3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995 390,3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851 359,5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959 352,9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957 426,6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948 513,3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994 890,3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6 672,1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354 645,2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317 157,1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345 941,8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345 941,8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345 941,8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324 757,6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296 791,8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324 757,6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296 791,8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318 575,1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26 086,4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17 411,4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184 037,7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195 382,6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196 134,8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202 037,8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193 068,2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184 037,7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195 382,6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196 134,8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202 037,8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14 383,3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15 935,9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166 350,2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166 350,2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175 512,2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64 874,6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66 918,9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63 675,7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64 473,6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40 721,3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40 882,8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30 346,6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23 752,3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25 867,6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25 867,6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20 061,0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384 674,8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448 878,5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738 845,1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526 875,1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423 375,1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18 389,8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18 389,8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40 748,3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40 390,5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42 148,9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25 659,6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337 397,4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389 740,4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695 396,2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484 726,2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381 226,2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30 546,6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32 342,0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344 095,8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656 649,6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445 979,6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342 479,6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278 522,5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298 056,1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298 856,1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298 856,1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272 421,5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278 522,5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298 056,1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298 856,1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298 856,1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22 090,9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36 965,1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37 196,9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317 523,4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106 853,4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314 170,0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73 434,2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78 637,2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70 998,5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78 637,2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70 998,5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78 122,0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78 637,2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58 767,1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62 628,0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33 044,5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34 929,1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27 368,5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25 722,6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27 698,9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5 594,5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8 566,9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9 082,2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95 353,9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90 665,0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91 100,6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77 335,1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77 335,1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74 865,5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71 625,3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74 865,5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71 625,3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76 139,2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3 378,0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12 137,4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1 470 271,7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1 421 597,4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1 769 865,8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1 127 364,0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1 015 491,6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245 320,2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246 616,7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235 103,8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235 103,8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235 103,8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310 462,8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254 242,5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11 512,9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3 999,7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1 224 951,5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1 174 980,7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1 347 715,8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841 888,2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761 249,1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1 224 951,5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1 174 980,7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1 347 715,8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841 888,2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761 249,1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149 006,1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149 006,1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162 982,9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872 143,2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832 761,9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781 891,7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453 368,7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872 143,2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832 761,9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781 891,7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453 368,7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147 018,0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398 626,2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221 321,6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160 448,5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145 750,4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147 018,0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398 626,2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221 321,6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160 448,5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43 494,7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295 797,0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314 026,6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257 750,5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184 203,7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203 132,7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212 945,1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213 869,9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216 169,0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183 600,9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202 837,2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212 600,9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213 500,9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214 237,1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123 277,5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123 277,5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131 836,4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6 195,7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6 215,8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55 234,8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68 084,7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73 898,7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74 634,9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65 384,7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64 698,7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64 698,7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65 434,9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77 581,5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80 654,3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80 654,3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16 216,5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6 756 075,0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2 368 003,5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2 217 433,9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2 190 388,3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3 136 973,3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1 268 024,9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1 378 493,0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1 350 841,9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1 268 024,9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1 378 493,0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1 350 841,9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1 324 985,4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1 136 396,6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1 230 933,9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1 216 790,4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1 190 933,9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1 136 346,6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1 230 933,9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1 190 933,9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1 190 933,9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1 190 933,9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117 740,2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131 565,8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117 590,2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131 365,8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134 051,5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724 510,5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598 378,9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600 402,9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720 965,5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591 378,9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600 402,9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575 567,4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240 309,8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236 200,7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240 309,8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236 200,7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259 421,6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4 011,4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7 352,3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127 206,9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381 753,0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233 506,0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242 530,0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217 694,5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75 611,6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64 742,9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67 694,5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247 658,4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317 010,1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165 811,5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174 835,5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4 472 674,6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4 472 674,6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4 472 674,6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4 472 674,6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3 213,1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50 755 602,6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55 727 900,3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57 700 386,5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58 080 894,4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57 918 086,1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8 986,2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3 032,8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2 485,8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38 496 987,4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43 410 462,9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45 148 343,5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45 068 455,2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44 425 205,8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14 349 136,9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13 907 771,4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15 409 067,4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15 351 703,8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15 092 801,0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1 138 188,1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1 211 573,6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1 138 188,1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1 211 573,6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1 256 159,2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348 269,4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607 958,8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937 734,9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880 054,4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716 701,1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348 269,4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607 958,8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937 734,9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880 054,4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716 701,1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12 793 649,8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12 038 227,3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13 162 153,2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13 162 470,1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13 066 920,6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12 520 903,1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11 521 431,7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12 662 885,3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12 663 202,2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12 567 652,7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131 778,9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365 371,6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347 843,9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347 843,9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347 843,9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140 967,8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151 424,0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151 424,0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68 016,9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49 411,7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53 020,1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9 743 136,6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10 296 246,7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11 393 794,7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11 211 311,6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11 172 118,4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656 128,9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668 282,5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656 128,9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668 282,5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691 420,8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543 331,0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662 072,0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529 564,8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499 164,8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543 331,0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662 072,0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529 564,8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490 977,9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2 591 132,6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2 255 558,0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2 508 441,0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2 509 641,1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2 509 034,8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2 591 132,6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2 255 558,0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2 508 441,0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2 509 641,1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2 509 034,8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5 994 035,0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6 827 427,2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7 530 098,7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7 478 922,7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7 478 922,7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5 416 812,5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6 174 731,6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6 866 800,3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6 815 624,3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6 815 624,3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577 125,9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652 016,8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662 619,6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662 619,6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662 619,6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399 080,4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437 304,5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10 301,1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12 986,9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4 947,9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385 152,9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419 369,7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408 010,9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408 010,9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408 010,9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378 392,9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412 609,7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397 594,9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397 594,9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397 594,9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10 416,0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714 607,1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888 722,4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897 567,6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139 075,2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156 265,2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139 075,2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147 420,0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156 265,2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513 628,2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597 607,1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741 302,4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741 302,4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741 302,4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498 191,7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584 734,7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706 809,7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706 809,7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706 809,7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34 492,7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439 951,5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452 778,4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85 887,0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88 066,2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26 313,7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24 274,6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329 434,3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370 160,7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329 434,3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340 160,7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814 135,3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859 262,3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1 042 765,7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1 043 765,7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400 775,7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400 775,7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413 966,1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249 005,1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270 850,9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422 774,5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415 045,7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249 005,1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270 850,9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422 774,5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414 045,7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415 045,7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160 405,5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163 953,0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176 180,5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176 180,5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154 409,2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152 496,1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164 250,5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164 250,5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164 250,5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12 120 918,5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16 742 492,5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15 495 144,9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15 655 487,3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15 300 488,7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1 442 511,9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1 493 801,0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1 547 741,5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1 547 741,5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1 547 741,5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1 234 017,5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1 284 379,3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1 322 001,0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208 494,4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209 421,7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225 740,5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225 740,5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225 740,5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1 853 194,7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2 082 951,0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2 143 923,4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2 269 138,3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2 103 830,4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1 853 194,7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2 082 951,0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2 143 923,4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2 269 138,3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2 103 830,4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101 511,3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103 712,0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93 607,5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98 011,3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89 895,5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89 895,5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89 895,5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4 284 770,0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2 134 551,5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2 159 679,0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4 284 770,0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2 134 551,5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2 159 679,0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7 319 538,4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7 579 666,9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8 484 309,0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35 791,6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47 760,6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61 344,1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7 235 986,2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7 503 519,8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8 422 964,9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8 422 964,9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8 422 964,9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1 385 437,4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1 069 507,4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950 152,1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950 152,1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718 817,9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573 081,6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1 009 038,3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584 541,9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584 541,9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353 207,7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810 660,8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58 254,1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363 395,2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363 395,2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18 724,7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128 084,2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150 859,9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161 859,9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12 244 358,0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12 302 207,7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12 550 693,0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13 011 089,2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13 491 530,3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12 244 358,0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12 302 207,7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12 550 693,0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13 011 089,2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13 491 530,3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11 160 071,5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11 224 958,3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11 541 747,1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12 002 143,3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12 482 584,4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11 160 071,5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11 224 958,3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11 541 747,1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12 002 143,3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12 482 584,4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1 084 286,5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1 077 249,4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1 008 945,9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1 008 945,9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1 008 945,9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988 454,4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984 034,3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914 526,0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914 526,0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914 526,0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95 832,2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93 215,1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94 419,9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94 419,9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94 419,9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423 462,0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5 643,0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410 435,6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417 819,0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326 558,1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368 457,8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336 995,2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336 995,2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38 521,3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11 658,7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11 658,7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304 719,5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329 936,5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325 336,5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304 719,5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329 936,5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325 336,5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325 336,5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92 504,9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91 060,9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100 664,4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86 812,5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95 055,6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Правительство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106 249,6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49 794,3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106 249,6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49 794,3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102 966,1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102 963,1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44 710,7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контроля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46 518,8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48 709,6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95 904,0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93 566,9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99 130,6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91 959,6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97 820,3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97 820,3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97 820,3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Прикладные научные исследования в области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29 136,3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27 097,8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27 550,3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64 861,8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70 270,0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12 513,9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29 516,6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28 695,3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28 205,4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4 145 387,1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3 825 477,8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3 751 017,9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3 699 064,3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3 704 071,4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3 116 172,1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2 934 371,1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3 026 171,9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3 010 147,3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3 010 147,3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15 979,6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677 191,3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609 373,7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680 848,2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680 848,2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680 848,2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618 029,5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532 169,4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618 029,5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532 169,4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597 645,8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58 892,2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58 892,2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83 202,4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366 122,5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470 960,0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501 970,4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501 970,4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501 970,4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342 713,4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365 695,7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342 713,4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364 575,9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56 020,6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60 772,9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2 058 144,7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1 851 389,7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1 825 153,8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1 825 153,8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1 825 153,8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96 452,5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68 579,0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6 468,5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6 468,5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6 468,5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207 826,5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217 506,3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207 826,5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217 506,3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225 229,0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1 726 773,1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1 514 435,9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1 726 773,1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1 514 435,9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1 537 717,9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225 620,3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201 314,3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196 612,2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189 886,5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194 893,6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202 120,3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201 287,7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189 886,5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194 893,6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102,6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1 621,4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199 666,3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188 049,0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185 575,6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190 239,6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199 223,1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199 666,3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188 049,0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185 575,6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190 239,6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15 992,5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25 965,3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122 599,8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152 203,3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42 025,9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45 049,5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261 253,0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261 253,0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261 253,0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489 293,3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261 253,0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125 455,3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111 272,2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109 697,1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109 697,1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109 697,1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6 850,6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119 672,5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104 421,6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103 897,1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104 221,6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119 472,5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104 221,6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103 697,1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146 150,0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3 894 163,7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2 383 197,3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3 980 152,6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2 056 313,4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1 877 730,5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91,3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3 888 693,6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2 145 544,6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1 818 562,6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1 706 013,4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1 877 430,5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1 615 105,7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1 307 742,3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1 315 397,4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1 310 424,1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1 311 597,2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6 702,5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1 394 111,1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1 044 599,7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922 210,4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770 550,7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735 549,4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1 393 392,8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1 042 987,0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769 850,7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734 849,4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95,5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257 159,7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386 484,5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536 870,9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573 045,3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171 255,5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257 159,7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386 484,5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536 870,9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573 045,3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2 273 587,9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837 802,3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503 165,2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395 589,3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565 833,3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93 445,1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100 111,9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93 445,1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102 291,8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17 807,0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22 575,1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17 575,1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15 575,1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9 010,6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1 753 956,7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141 542,5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217 991,2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233 955,6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236 117,5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76 088,2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98 342,5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115 946,2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157 147,3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103,7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1 677 868,5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102 045,0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82 351,7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78 970,2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386 277,9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567 239,6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202 838,3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386 277,9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567 239,6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153 957,5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33 757,5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202 838,3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600,9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234 441,4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234 441,4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224 441,4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224 441,4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5C15CD" w:rsidRPr="005C15CD" w:rsidTr="005C15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5CD" w:rsidRPr="005C15CD" w:rsidRDefault="005C15CD" w:rsidP="005C15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5CD" w:rsidRPr="005C15CD" w:rsidRDefault="005C15CD" w:rsidP="005C1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C15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9B0E2C" w:rsidRPr="00983946" w:rsidRDefault="009B0E2C" w:rsidP="0098394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B0E2C" w:rsidRPr="00983946" w:rsidSect="00C35644">
      <w:headerReference w:type="default" r:id="rId7"/>
      <w:pgSz w:w="16838" w:h="11906" w:orient="landscape" w:code="9"/>
      <w:pgMar w:top="1134" w:right="567" w:bottom="851" w:left="567" w:header="567" w:footer="567" w:gutter="0"/>
      <w:pgNumType w:start="19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E2C" w:rsidRDefault="009B0E2C" w:rsidP="00DD15BD">
      <w:pPr>
        <w:spacing w:after="0" w:line="240" w:lineRule="auto"/>
      </w:pPr>
      <w:r>
        <w:separator/>
      </w:r>
    </w:p>
  </w:endnote>
  <w:endnote w:type="continuationSeparator" w:id="0">
    <w:p w:rsidR="009B0E2C" w:rsidRDefault="009B0E2C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E2C" w:rsidRDefault="009B0E2C" w:rsidP="00DD15BD">
      <w:pPr>
        <w:spacing w:after="0" w:line="240" w:lineRule="auto"/>
      </w:pPr>
      <w:r>
        <w:separator/>
      </w:r>
    </w:p>
  </w:footnote>
  <w:footnote w:type="continuationSeparator" w:id="0">
    <w:p w:rsidR="009B0E2C" w:rsidRDefault="009B0E2C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88769821"/>
      <w:docPartObj>
        <w:docPartGallery w:val="Page Numbers (Top of Page)"/>
        <w:docPartUnique/>
      </w:docPartObj>
    </w:sdtPr>
    <w:sdtEndPr/>
    <w:sdtContent>
      <w:p w:rsidR="009B0E2C" w:rsidRPr="00D67039" w:rsidRDefault="009B0E2C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670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6703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670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5644">
          <w:rPr>
            <w:rFonts w:ascii="Times New Roman" w:hAnsi="Times New Roman" w:cs="Times New Roman"/>
            <w:noProof/>
            <w:sz w:val="24"/>
            <w:szCs w:val="24"/>
          </w:rPr>
          <w:t>1933</w:t>
        </w:r>
        <w:r w:rsidRPr="00D670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70970"/>
    <w:rsid w:val="000811A5"/>
    <w:rsid w:val="000A0568"/>
    <w:rsid w:val="000B3931"/>
    <w:rsid w:val="000E49E2"/>
    <w:rsid w:val="001778C5"/>
    <w:rsid w:val="001B7EC1"/>
    <w:rsid w:val="001D6FDB"/>
    <w:rsid w:val="001F2076"/>
    <w:rsid w:val="001F3019"/>
    <w:rsid w:val="00251AB5"/>
    <w:rsid w:val="00267EC9"/>
    <w:rsid w:val="002B10C9"/>
    <w:rsid w:val="002D3E84"/>
    <w:rsid w:val="00303528"/>
    <w:rsid w:val="00385870"/>
    <w:rsid w:val="003C122E"/>
    <w:rsid w:val="003C1D35"/>
    <w:rsid w:val="003C506A"/>
    <w:rsid w:val="003D31E0"/>
    <w:rsid w:val="00404C0E"/>
    <w:rsid w:val="0040538C"/>
    <w:rsid w:val="00406286"/>
    <w:rsid w:val="00446CFE"/>
    <w:rsid w:val="004F0105"/>
    <w:rsid w:val="00547A2F"/>
    <w:rsid w:val="005553EA"/>
    <w:rsid w:val="00586813"/>
    <w:rsid w:val="005B74B4"/>
    <w:rsid w:val="005C15CD"/>
    <w:rsid w:val="005C71C3"/>
    <w:rsid w:val="0062552C"/>
    <w:rsid w:val="006457FE"/>
    <w:rsid w:val="00675BD4"/>
    <w:rsid w:val="00692F96"/>
    <w:rsid w:val="00696ED0"/>
    <w:rsid w:val="006A1898"/>
    <w:rsid w:val="006F23D0"/>
    <w:rsid w:val="006F5EF7"/>
    <w:rsid w:val="00740FF0"/>
    <w:rsid w:val="00786355"/>
    <w:rsid w:val="007B392C"/>
    <w:rsid w:val="007C1252"/>
    <w:rsid w:val="008140C0"/>
    <w:rsid w:val="00837BF8"/>
    <w:rsid w:val="008854BF"/>
    <w:rsid w:val="00903F1E"/>
    <w:rsid w:val="00920913"/>
    <w:rsid w:val="0093726D"/>
    <w:rsid w:val="00983946"/>
    <w:rsid w:val="009B0E2C"/>
    <w:rsid w:val="009B6E8B"/>
    <w:rsid w:val="009C2810"/>
    <w:rsid w:val="009C3421"/>
    <w:rsid w:val="00A12EDF"/>
    <w:rsid w:val="00A26B8A"/>
    <w:rsid w:val="00AC583B"/>
    <w:rsid w:val="00B04E70"/>
    <w:rsid w:val="00B264CC"/>
    <w:rsid w:val="00BD0819"/>
    <w:rsid w:val="00C059C6"/>
    <w:rsid w:val="00C16769"/>
    <w:rsid w:val="00C35644"/>
    <w:rsid w:val="00C40AB0"/>
    <w:rsid w:val="00C55843"/>
    <w:rsid w:val="00C56906"/>
    <w:rsid w:val="00C8059C"/>
    <w:rsid w:val="00C82256"/>
    <w:rsid w:val="00CB6C6A"/>
    <w:rsid w:val="00D37412"/>
    <w:rsid w:val="00D50C70"/>
    <w:rsid w:val="00D67039"/>
    <w:rsid w:val="00D7702A"/>
    <w:rsid w:val="00DD15BD"/>
    <w:rsid w:val="00E03D74"/>
    <w:rsid w:val="00E27DFE"/>
    <w:rsid w:val="00E4308A"/>
    <w:rsid w:val="00E80E5E"/>
    <w:rsid w:val="00EA6864"/>
    <w:rsid w:val="00EB0B43"/>
    <w:rsid w:val="00F50E1A"/>
    <w:rsid w:val="00F5551F"/>
    <w:rsid w:val="00F647C6"/>
    <w:rsid w:val="00F71A1E"/>
    <w:rsid w:val="00F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DC1BA-64E8-498F-A5AD-143FDCE40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837BF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3FD8-7DC3-4D43-8251-18C16F5E9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</Template>
  <TotalTime>30</TotalTime>
  <Pages>67</Pages>
  <Words>29323</Words>
  <Characters>167146</Characters>
  <Application>Microsoft Office Word</Application>
  <DocSecurity>0</DocSecurity>
  <Lines>1392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Лаптева Ольга Александровна</cp:lastModifiedBy>
  <cp:revision>7</cp:revision>
  <cp:lastPrinted>2016-10-05T05:29:00Z</cp:lastPrinted>
  <dcterms:created xsi:type="dcterms:W3CDTF">2019-10-08T10:07:00Z</dcterms:created>
  <dcterms:modified xsi:type="dcterms:W3CDTF">2019-10-17T15:23:00Z</dcterms:modified>
</cp:coreProperties>
</file>